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FC" w:rsidRPr="008D200D" w:rsidRDefault="002F71FC" w:rsidP="008D200D">
      <w:pPr>
        <w:spacing w:line="240" w:lineRule="auto"/>
        <w:jc w:val="center"/>
        <w:rPr>
          <w:rFonts w:ascii="PAss the CheX" w:hAnsi="PAss the CheX"/>
        </w:rPr>
      </w:pPr>
      <w:r w:rsidRPr="008D200D">
        <w:rPr>
          <w:rFonts w:ascii="PAss the CheX" w:hAnsi="PAss the CheX"/>
        </w:rPr>
        <w:t xml:space="preserve">Painting with </w:t>
      </w:r>
      <w:r>
        <w:rPr>
          <w:rFonts w:ascii="PAss the CheX" w:hAnsi="PAss the CheX"/>
        </w:rPr>
        <w:t>ABsolutes</w:t>
      </w:r>
    </w:p>
    <w:p w:rsidR="002F71FC" w:rsidRPr="004F010D" w:rsidRDefault="002F71FC" w:rsidP="009B428F">
      <w:pPr>
        <w:spacing w:line="240" w:lineRule="auto"/>
        <w:rPr>
          <w:sz w:val="16"/>
          <w:szCs w:val="16"/>
        </w:rPr>
      </w:pPr>
    </w:p>
    <w:p w:rsidR="002F71FC" w:rsidRDefault="002F71FC" w:rsidP="004F010D">
      <w:pPr>
        <w:spacing w:line="240" w:lineRule="auto"/>
        <w:ind w:left="-630" w:right="-540"/>
      </w:pPr>
      <w:r>
        <w:rPr>
          <w:b/>
        </w:rPr>
        <w:t>What is an absolute</w:t>
      </w:r>
      <w:r w:rsidRPr="008D200D">
        <w:rPr>
          <w:b/>
        </w:rPr>
        <w:t>?</w:t>
      </w:r>
      <w:r>
        <w:tab/>
        <w:t>___________________________________________________________________________</w:t>
      </w:r>
    </w:p>
    <w:p w:rsidR="002F71FC" w:rsidRPr="008D200D" w:rsidRDefault="002F71FC" w:rsidP="004F010D">
      <w:pPr>
        <w:spacing w:line="240" w:lineRule="auto"/>
        <w:ind w:left="-630" w:right="-540"/>
        <w:rPr>
          <w:b/>
        </w:rPr>
      </w:pPr>
      <w:r w:rsidRPr="008D200D">
        <w:rPr>
          <w:b/>
        </w:rPr>
        <w:t>Write an o</w:t>
      </w:r>
      <w:r>
        <w:rPr>
          <w:b/>
        </w:rPr>
        <w:t>riginal sentence that includes an absolute</w:t>
      </w:r>
      <w:r w:rsidRPr="008D200D">
        <w:rPr>
          <w:b/>
        </w:rPr>
        <w:t xml:space="preserve">, put a square around the </w:t>
      </w:r>
      <w:r>
        <w:rPr>
          <w:b/>
        </w:rPr>
        <w:t>absolute</w:t>
      </w:r>
      <w:r w:rsidRPr="008D200D">
        <w:rPr>
          <w:b/>
        </w:rPr>
        <w:t>:</w:t>
      </w:r>
    </w:p>
    <w:p w:rsidR="002F71FC" w:rsidRDefault="002F71FC" w:rsidP="004F010D">
      <w:pPr>
        <w:spacing w:line="480" w:lineRule="auto"/>
        <w:ind w:left="-630" w:right="-54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1FC" w:rsidRPr="001636F2" w:rsidRDefault="002F71FC" w:rsidP="004F010D">
      <w:pPr>
        <w:ind w:left="-630" w:right="-540"/>
        <w:rPr>
          <w:sz w:val="24"/>
          <w:szCs w:val="24"/>
        </w:rPr>
      </w:pPr>
      <w:r>
        <w:rPr>
          <w:sz w:val="24"/>
          <w:szCs w:val="24"/>
        </w:rPr>
        <w:t xml:space="preserve">Look at what you wrote on page ______ of your notebook. Choose </w:t>
      </w:r>
      <w:r w:rsidRPr="00D62A5F">
        <w:rPr>
          <w:b/>
          <w:sz w:val="24"/>
          <w:szCs w:val="24"/>
          <w:u w:val="single"/>
        </w:rPr>
        <w:t>three</w:t>
      </w:r>
      <w:r>
        <w:rPr>
          <w:sz w:val="24"/>
          <w:szCs w:val="24"/>
        </w:rPr>
        <w:t xml:space="preserve"> sentences and circle or highlight them. Add an absolute to each sentence using the space below</w:t>
      </w:r>
      <w:r w:rsidRPr="001636F2">
        <w:rPr>
          <w:sz w:val="24"/>
          <w:szCs w:val="24"/>
        </w:rPr>
        <w:t>.  Be sure to put them in the correct location</w:t>
      </w:r>
      <w:r>
        <w:rPr>
          <w:sz w:val="24"/>
          <w:szCs w:val="24"/>
        </w:rPr>
        <w:t xml:space="preserve"> based on the directions below</w:t>
      </w:r>
      <w:r w:rsidRPr="001636F2">
        <w:rPr>
          <w:sz w:val="24"/>
          <w:szCs w:val="24"/>
        </w:rPr>
        <w:t>.</w:t>
      </w:r>
      <w:r>
        <w:rPr>
          <w:sz w:val="24"/>
          <w:szCs w:val="24"/>
        </w:rPr>
        <w:t xml:space="preserve"> Put a square around the participle phrase.</w:t>
      </w:r>
    </w:p>
    <w:p w:rsidR="002F71FC" w:rsidRPr="004F010D" w:rsidRDefault="002F71FC" w:rsidP="004F010D">
      <w:pPr>
        <w:spacing w:line="240" w:lineRule="auto"/>
        <w:ind w:left="-630" w:right="-540"/>
        <w:rPr>
          <w:sz w:val="20"/>
          <w:szCs w:val="20"/>
        </w:rPr>
      </w:pPr>
    </w:p>
    <w:p w:rsidR="002F71FC" w:rsidRDefault="002F71FC" w:rsidP="004F010D">
      <w:pPr>
        <w:pStyle w:val="ListParagraph"/>
        <w:numPr>
          <w:ilvl w:val="0"/>
          <w:numId w:val="1"/>
        </w:numPr>
        <w:tabs>
          <w:tab w:val="left" w:pos="-270"/>
        </w:tabs>
        <w:spacing w:line="360" w:lineRule="auto"/>
        <w:ind w:left="-630" w:right="-540"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F71FC" w:rsidRDefault="002F71FC" w:rsidP="004F010D">
      <w:pPr>
        <w:pStyle w:val="ListParagraph"/>
        <w:tabs>
          <w:tab w:val="left" w:pos="-270"/>
        </w:tabs>
        <w:spacing w:line="360" w:lineRule="auto"/>
        <w:ind w:left="-630" w:right="-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2F71FC" w:rsidRPr="004F010D" w:rsidRDefault="002F71FC" w:rsidP="004F010D">
      <w:pPr>
        <w:pStyle w:val="ListParagraph"/>
        <w:spacing w:line="360" w:lineRule="auto"/>
        <w:ind w:left="-630" w:right="-540"/>
        <w:rPr>
          <w:sz w:val="24"/>
          <w:szCs w:val="24"/>
        </w:rPr>
      </w:pPr>
    </w:p>
    <w:p w:rsidR="002F71FC" w:rsidRDefault="002F71FC" w:rsidP="004F010D">
      <w:pPr>
        <w:pStyle w:val="ListParagraph"/>
        <w:numPr>
          <w:ilvl w:val="0"/>
          <w:numId w:val="1"/>
        </w:numPr>
        <w:tabs>
          <w:tab w:val="left" w:pos="-270"/>
        </w:tabs>
        <w:spacing w:line="360" w:lineRule="auto"/>
        <w:ind w:left="-630" w:right="-540" w:firstLine="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F71FC" w:rsidRDefault="002F71FC" w:rsidP="004F010D">
      <w:pPr>
        <w:pStyle w:val="ListParagraph"/>
        <w:tabs>
          <w:tab w:val="left" w:pos="-270"/>
        </w:tabs>
        <w:spacing w:line="360" w:lineRule="auto"/>
        <w:ind w:left="-630" w:right="-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p w:rsidR="002F71FC" w:rsidRPr="004F010D" w:rsidRDefault="002F71FC" w:rsidP="004F010D">
      <w:pPr>
        <w:pStyle w:val="ListParagraph"/>
        <w:rPr>
          <w:sz w:val="24"/>
          <w:szCs w:val="24"/>
        </w:rPr>
      </w:pPr>
    </w:p>
    <w:p w:rsidR="002F71FC" w:rsidRDefault="002F71FC" w:rsidP="004F010D">
      <w:pPr>
        <w:pStyle w:val="ListParagraph"/>
        <w:numPr>
          <w:ilvl w:val="0"/>
          <w:numId w:val="1"/>
        </w:numPr>
        <w:tabs>
          <w:tab w:val="left" w:pos="-270"/>
        </w:tabs>
        <w:spacing w:line="360" w:lineRule="auto"/>
        <w:ind w:left="-630" w:right="-54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1FC" w:rsidRPr="004F010D" w:rsidRDefault="002F71FC" w:rsidP="004F010D">
      <w:pPr>
        <w:pStyle w:val="ListParagraph"/>
        <w:tabs>
          <w:tab w:val="left" w:pos="-270"/>
        </w:tabs>
        <w:spacing w:line="360" w:lineRule="auto"/>
        <w:ind w:left="-630" w:right="-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</w:t>
      </w:r>
    </w:p>
    <w:sectPr w:rsidR="002F71FC" w:rsidRPr="004F010D" w:rsidSect="004F010D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ss the CheX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528D0"/>
    <w:multiLevelType w:val="hybridMultilevel"/>
    <w:tmpl w:val="5D0063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428F"/>
    <w:rsid w:val="001636F2"/>
    <w:rsid w:val="002F71FC"/>
    <w:rsid w:val="00373402"/>
    <w:rsid w:val="004F010D"/>
    <w:rsid w:val="008D200D"/>
    <w:rsid w:val="009B428F"/>
    <w:rsid w:val="00A91D18"/>
    <w:rsid w:val="00AF1A2E"/>
    <w:rsid w:val="00B341D6"/>
    <w:rsid w:val="00CC4FC5"/>
    <w:rsid w:val="00D41E43"/>
    <w:rsid w:val="00D62A5F"/>
    <w:rsid w:val="00F12B85"/>
    <w:rsid w:val="00F32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1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1636F2"/>
    <w:rPr>
      <w:rFonts w:cs="Times New Roman"/>
    </w:rPr>
  </w:style>
  <w:style w:type="paragraph" w:styleId="ListParagraph">
    <w:name w:val="List Paragraph"/>
    <w:basedOn w:val="Normal"/>
    <w:uiPriority w:val="99"/>
    <w:qFormat/>
    <w:rsid w:val="004F01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289</Words>
  <Characters>1648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Painting with ABsolutes</dc:title>
  <dc:subject/>
  <dc:creator>Chris</dc:creator>
  <cp:keywords/>
  <dc:description/>
  <cp:lastModifiedBy>shasty</cp:lastModifiedBy>
  <cp:revision>4</cp:revision>
  <cp:lastPrinted>2013-03-06T18:56:00Z</cp:lastPrinted>
  <dcterms:created xsi:type="dcterms:W3CDTF">2013-03-06T18:35:00Z</dcterms:created>
  <dcterms:modified xsi:type="dcterms:W3CDTF">2013-03-06T18:57:00Z</dcterms:modified>
</cp:coreProperties>
</file>